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Default="00BA09F6"/>
    <w:p w14:paraId="241C3473" w14:textId="77777777" w:rsidR="00BA09F6" w:rsidRDefault="00BA09F6"/>
    <w:p w14:paraId="6914E0D0" w14:textId="77777777" w:rsidR="00BA09F6" w:rsidRDefault="00BA09F6"/>
    <w:p w14:paraId="0217531F" w14:textId="7B2FC80F" w:rsidR="00564E87" w:rsidRPr="00B9196E" w:rsidRDefault="00564E87" w:rsidP="00564E87">
      <w:pPr>
        <w:pStyle w:val="Default"/>
        <w:rPr>
          <w:sz w:val="20"/>
          <w:szCs w:val="20"/>
          <w:u w:val="none"/>
          <w:lang w:val="nl-NL"/>
        </w:rPr>
      </w:pPr>
      <w:r w:rsidRPr="00B9196E">
        <w:rPr>
          <w:b/>
          <w:bCs/>
          <w:sz w:val="20"/>
          <w:szCs w:val="20"/>
          <w:u w:val="none"/>
          <w:lang w:val="nl-NL"/>
        </w:rPr>
        <w:t>Activiteit</w:t>
      </w:r>
    </w:p>
    <w:p w14:paraId="5EDB7156" w14:textId="77777777" w:rsidR="00564E87" w:rsidRPr="00B9196E" w:rsidRDefault="00564E87" w:rsidP="00564E87">
      <w:pPr>
        <w:pStyle w:val="NoSpacing"/>
        <w:rPr>
          <w:szCs w:val="20"/>
        </w:rPr>
      </w:pPr>
      <w:r w:rsidRPr="00B9196E">
        <w:rPr>
          <w:szCs w:val="20"/>
        </w:rPr>
        <w:t xml:space="preserve">Verbindingen leggen en punten met elkaar verbinden heeft vaak zijn praktisch nut. Je leert er anderen door kennen, leert zelf wat, of je maakt iets heel creatiefs. Dat praktisch nut is er vaak... Maar in dit geval niet. We gaan namelijk een Rube Goldberg machine maken. Voor wie dit niet kent een korte uitleg (bron: wikipedia): Een Rube Goldbergmachine, genoemd naar de Amerikaanse cartoonist Rube Goldberg, is een complex apparaat dat een zeer eenvoudige opgave onnodig langzaam, indirect en omstandig uitvoert. Daarbij worden verschillende delen (bijvoorbeeld conservenblikken, kogels en bindtouw, enz.) zo opgebouwd, dat ze een kettingreactie geven die uiteindelijk helemaal aan het eind zijn doel bereikt. </w:t>
      </w:r>
    </w:p>
    <w:p w14:paraId="11A63400" w14:textId="77777777" w:rsidR="00564E87" w:rsidRPr="00B9196E" w:rsidRDefault="00564E87" w:rsidP="00564E87">
      <w:pPr>
        <w:pStyle w:val="NoSpacing"/>
        <w:rPr>
          <w:szCs w:val="20"/>
        </w:rPr>
      </w:pPr>
    </w:p>
    <w:p w14:paraId="347688BA" w14:textId="77777777" w:rsidR="00564E87" w:rsidRPr="00B9196E" w:rsidRDefault="00564E87" w:rsidP="00564E87">
      <w:pPr>
        <w:pStyle w:val="NoSpacing"/>
        <w:rPr>
          <w:b/>
          <w:bCs/>
          <w:szCs w:val="20"/>
        </w:rPr>
      </w:pPr>
      <w:r w:rsidRPr="00B9196E">
        <w:rPr>
          <w:b/>
          <w:bCs/>
          <w:szCs w:val="20"/>
        </w:rPr>
        <w:t>Activiteitengebied</w:t>
      </w:r>
    </w:p>
    <w:p w14:paraId="61017EE0" w14:textId="4697B738" w:rsidR="00BA09F6" w:rsidRPr="00B9196E" w:rsidRDefault="00564E87" w:rsidP="00564E87">
      <w:pPr>
        <w:pStyle w:val="NoSpacing"/>
        <w:numPr>
          <w:ilvl w:val="0"/>
          <w:numId w:val="1"/>
        </w:numPr>
      </w:pPr>
      <w:r w:rsidRPr="00B9196E">
        <w:rPr>
          <w:szCs w:val="20"/>
        </w:rPr>
        <w:t>Sport &amp; Spel</w:t>
      </w:r>
    </w:p>
    <w:p w14:paraId="116D461F" w14:textId="77777777" w:rsidR="005E31B0" w:rsidRDefault="005E31B0"/>
    <w:sectPr w:rsidR="005E31B0"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12D0D1" w14:textId="77777777" w:rsidR="00A8357E" w:rsidRDefault="00A8357E" w:rsidP="00BA09F6">
      <w:pPr>
        <w:spacing w:after="0" w:line="240" w:lineRule="auto"/>
      </w:pPr>
      <w:r>
        <w:separator/>
      </w:r>
    </w:p>
  </w:endnote>
  <w:endnote w:type="continuationSeparator" w:id="0">
    <w:p w14:paraId="447F6242" w14:textId="77777777" w:rsidR="00A8357E" w:rsidRDefault="00A8357E"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CE1464" w14:textId="77777777" w:rsidR="00A8357E" w:rsidRDefault="00A8357E" w:rsidP="00BA09F6">
      <w:pPr>
        <w:spacing w:after="0" w:line="240" w:lineRule="auto"/>
      </w:pPr>
      <w:r>
        <w:separator/>
      </w:r>
    </w:p>
  </w:footnote>
  <w:footnote w:type="continuationSeparator" w:id="0">
    <w:p w14:paraId="17DE7A44" w14:textId="77777777" w:rsidR="00A8357E" w:rsidRDefault="00A8357E"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152FCAC1" w:rsidR="00BA09F6" w:rsidRPr="008B23FF" w:rsidRDefault="00564E87" w:rsidP="00BA09F6">
    <w:pPr>
      <w:pStyle w:val="Title"/>
      <w:rPr>
        <w:color w:val="FFFFFF" w:themeColor="background1"/>
      </w:rPr>
    </w:pPr>
    <w:r>
      <w:rPr>
        <w:color w:val="FFFFFF" w:themeColor="background1"/>
      </w:rPr>
      <w:t>Rube Goldberg machine</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BD041B"/>
    <w:multiLevelType w:val="hybridMultilevel"/>
    <w:tmpl w:val="4BB6039C"/>
    <w:lvl w:ilvl="0" w:tplc="6B260CE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0677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E4724"/>
    <w:rsid w:val="000F0EAA"/>
    <w:rsid w:val="001068AA"/>
    <w:rsid w:val="001377C7"/>
    <w:rsid w:val="002A12A8"/>
    <w:rsid w:val="00302AD2"/>
    <w:rsid w:val="003E7261"/>
    <w:rsid w:val="004F1D93"/>
    <w:rsid w:val="00511597"/>
    <w:rsid w:val="005153E6"/>
    <w:rsid w:val="00564E87"/>
    <w:rsid w:val="005837D4"/>
    <w:rsid w:val="005E31B0"/>
    <w:rsid w:val="00656311"/>
    <w:rsid w:val="006F188F"/>
    <w:rsid w:val="00700DE9"/>
    <w:rsid w:val="00790541"/>
    <w:rsid w:val="00835635"/>
    <w:rsid w:val="008D301C"/>
    <w:rsid w:val="009006D8"/>
    <w:rsid w:val="009839E5"/>
    <w:rsid w:val="00A15E9C"/>
    <w:rsid w:val="00A8357E"/>
    <w:rsid w:val="00B1794E"/>
    <w:rsid w:val="00B9196E"/>
    <w:rsid w:val="00BA09F6"/>
    <w:rsid w:val="00C10C3A"/>
    <w:rsid w:val="00CC37B9"/>
    <w:rsid w:val="00D109F2"/>
    <w:rsid w:val="00E22FF8"/>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564E87"/>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1</TotalTime>
  <Pages>1</Pages>
  <Words>113</Words>
  <Characters>647</Characters>
  <Application>Microsoft Office Word</Application>
  <DocSecurity>0</DocSecurity>
  <Lines>5</Lines>
  <Paragraphs>1</Paragraphs>
  <ScaleCrop>false</ScaleCrop>
  <Company/>
  <LinksUpToDate>false</LinksUpToDate>
  <CharactersWithSpaces>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2025-09-05T09:18:00Z</cp:lastPrinted>
  <dcterms:created xsi:type="dcterms:W3CDTF">2025-09-05T09:18:00Z</dcterms:created>
  <dcterms:modified xsi:type="dcterms:W3CDTF">2025-09-05T09:18:00Z</dcterms:modified>
</cp:coreProperties>
</file>